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260" w:rsidRDefault="00414260" w:rsidP="007A0A25"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142"/>
        <w:gridCol w:w="1432"/>
        <w:gridCol w:w="1432"/>
        <w:gridCol w:w="1345"/>
        <w:gridCol w:w="1778"/>
        <w:gridCol w:w="1661"/>
      </w:tblGrid>
      <w:tr w:rsidR="00603403" w:rsidTr="0096193D">
        <w:trPr>
          <w:cantSplit/>
          <w:trHeight w:val="288"/>
        </w:trPr>
        <w:tc>
          <w:tcPr>
            <w:tcW w:w="10916" w:type="dxa"/>
            <w:gridSpan w:val="6"/>
            <w:shd w:val="clear" w:color="auto" w:fill="D9D9D9"/>
          </w:tcPr>
          <w:p w:rsidR="00603403" w:rsidRPr="009B0E54" w:rsidRDefault="00E91AC7" w:rsidP="009619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ASI-Lite</w:t>
            </w:r>
          </w:p>
        </w:tc>
      </w:tr>
      <w:tr w:rsidR="00871CDC" w:rsidTr="001E50C5">
        <w:trPr>
          <w:cantSplit/>
          <w:trHeight w:val="25"/>
        </w:trPr>
        <w:tc>
          <w:tcPr>
            <w:tcW w:w="3208" w:type="dxa"/>
            <w:shd w:val="clear" w:color="auto" w:fill="auto"/>
          </w:tcPr>
          <w:p w:rsidR="00871CDC" w:rsidRPr="00D23E44" w:rsidRDefault="00871CDC" w:rsidP="0096193D">
            <w:pPr>
              <w:tabs>
                <w:tab w:val="left" w:pos="990"/>
              </w:tabs>
            </w:pPr>
          </w:p>
        </w:tc>
        <w:tc>
          <w:tcPr>
            <w:tcW w:w="1440" w:type="dxa"/>
            <w:shd w:val="clear" w:color="auto" w:fill="auto"/>
            <w:vAlign w:val="bottom"/>
          </w:tcPr>
          <w:p w:rsidR="00871CDC" w:rsidRPr="00726BF0" w:rsidRDefault="00871CDC" w:rsidP="001E50C5">
            <w:pPr>
              <w:tabs>
                <w:tab w:val="left" w:pos="990"/>
              </w:tabs>
              <w:jc w:val="center"/>
              <w:rPr>
                <w:b/>
              </w:rPr>
            </w:pPr>
            <w:r w:rsidRPr="00726BF0">
              <w:rPr>
                <w:b/>
              </w:rPr>
              <w:t># Days</w:t>
            </w:r>
            <w:r w:rsidR="00CD169C">
              <w:rPr>
                <w:b/>
              </w:rPr>
              <w:t xml:space="preserve"> Would Have</w:t>
            </w:r>
            <w:r w:rsidRPr="00726BF0">
              <w:rPr>
                <w:b/>
              </w:rPr>
              <w:t xml:space="preserve"> Used in </w:t>
            </w:r>
            <w:r w:rsidR="0046629A">
              <w:rPr>
                <w:b/>
              </w:rPr>
              <w:t xml:space="preserve">the </w:t>
            </w:r>
            <w:r w:rsidRPr="00726BF0">
              <w:rPr>
                <w:b/>
              </w:rPr>
              <w:t>Past 30</w:t>
            </w:r>
            <w:r w:rsidR="0046629A">
              <w:rPr>
                <w:b/>
              </w:rPr>
              <w:t xml:space="preserve"> Days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71CDC" w:rsidRPr="00726BF0" w:rsidRDefault="00871CDC" w:rsidP="001E50C5">
            <w:pPr>
              <w:tabs>
                <w:tab w:val="left" w:pos="990"/>
              </w:tabs>
              <w:jc w:val="center"/>
              <w:rPr>
                <w:b/>
              </w:rPr>
            </w:pPr>
            <w:r w:rsidRPr="00726BF0">
              <w:rPr>
                <w:b/>
              </w:rPr>
              <w:t># Years</w:t>
            </w:r>
            <w:r w:rsidR="00CD169C">
              <w:rPr>
                <w:b/>
              </w:rPr>
              <w:t xml:space="preserve"> Would Have</w:t>
            </w:r>
            <w:r w:rsidRPr="00726BF0">
              <w:rPr>
                <w:b/>
              </w:rPr>
              <w:t xml:space="preserve"> Used in Lifetime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871CDC" w:rsidRPr="00726BF0" w:rsidRDefault="00871CDC" w:rsidP="001E50C5">
            <w:pPr>
              <w:tabs>
                <w:tab w:val="left" w:pos="990"/>
              </w:tabs>
              <w:jc w:val="center"/>
              <w:rPr>
                <w:b/>
              </w:rPr>
            </w:pPr>
            <w:r w:rsidRPr="00726BF0">
              <w:rPr>
                <w:b/>
              </w:rPr>
              <w:t>Most Common Route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871CDC" w:rsidRPr="00726BF0" w:rsidRDefault="00871CDC" w:rsidP="001E50C5">
            <w:pPr>
              <w:tabs>
                <w:tab w:val="left" w:pos="990"/>
              </w:tabs>
              <w:jc w:val="center"/>
              <w:rPr>
                <w:b/>
              </w:rPr>
            </w:pPr>
            <w:r w:rsidRPr="00726BF0">
              <w:rPr>
                <w:b/>
              </w:rPr>
              <w:t xml:space="preserve"># Days </w:t>
            </w:r>
            <w:r w:rsidR="00CD169C">
              <w:rPr>
                <w:b/>
              </w:rPr>
              <w:t xml:space="preserve">Would Have </w:t>
            </w:r>
            <w:r w:rsidRPr="00726BF0">
              <w:rPr>
                <w:b/>
              </w:rPr>
              <w:t>Used to Intoxication in Past 30</w:t>
            </w:r>
            <w:r w:rsidR="00CD169C">
              <w:rPr>
                <w:b/>
              </w:rPr>
              <w:t xml:space="preserve"> (Alcohol Only)</w:t>
            </w:r>
          </w:p>
        </w:tc>
        <w:tc>
          <w:tcPr>
            <w:tcW w:w="1678" w:type="dxa"/>
            <w:shd w:val="clear" w:color="auto" w:fill="auto"/>
            <w:vAlign w:val="bottom"/>
          </w:tcPr>
          <w:p w:rsidR="00871CDC" w:rsidRPr="00726BF0" w:rsidRDefault="00871CDC" w:rsidP="001E50C5">
            <w:pPr>
              <w:tabs>
                <w:tab w:val="left" w:pos="990"/>
              </w:tabs>
              <w:jc w:val="center"/>
              <w:rPr>
                <w:b/>
              </w:rPr>
            </w:pPr>
            <w:r w:rsidRPr="00726BF0">
              <w:rPr>
                <w:b/>
              </w:rPr>
              <w:t>Most Common Route Used to Intoxication</w:t>
            </w:r>
            <w:r w:rsidR="00CD169C">
              <w:rPr>
                <w:b/>
              </w:rPr>
              <w:t xml:space="preserve"> (Alcohol Only)</w:t>
            </w:r>
          </w:p>
        </w:tc>
      </w:tr>
      <w:tr w:rsidR="00871CDC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871CDC" w:rsidRPr="00726BF0" w:rsidRDefault="00871CDC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Alcohol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2859FE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12989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12990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12991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12992</w:t>
            </w:r>
            <w:r w:rsidRPr="00E07B0D">
              <w:t>&amp;</w:t>
            </w:r>
          </w:p>
        </w:tc>
        <w:tc>
          <w:tcPr>
            <w:tcW w:w="1678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12994</w:t>
            </w:r>
            <w:r w:rsidRPr="00E07B0D">
              <w:t>&amp;</w:t>
            </w:r>
          </w:p>
        </w:tc>
      </w:tr>
      <w:tr w:rsidR="00871CDC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871CDC" w:rsidRPr="00726BF0" w:rsidRDefault="00871CDC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Heroin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12995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12996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12997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871CDC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871CDC" w:rsidRPr="00726BF0" w:rsidRDefault="00871CDC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Methadone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12998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12999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13000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871CDC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871CDC" w:rsidRPr="00726BF0" w:rsidRDefault="00871CDC" w:rsidP="00871CDC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Other Opiates/Analgesics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13001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13002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13003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871CDC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871CDC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Barbiturates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13004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13005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871CDC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13006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871CDC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Other Sedatives, Hypnotics, Tranquilizers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13007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13008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13009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Cocaine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13010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13011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13012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Amphetamines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13013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13014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13015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Cannabis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13016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13017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13018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Hallucinogens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13019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13020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13021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A4539A" w:rsidTr="004864B2">
        <w:trPr>
          <w:cantSplit/>
          <w:trHeight w:val="21"/>
        </w:trPr>
        <w:tc>
          <w:tcPr>
            <w:tcW w:w="3208" w:type="dxa"/>
            <w:shd w:val="clear" w:color="auto" w:fill="auto"/>
          </w:tcPr>
          <w:p w:rsidR="00A4539A" w:rsidRPr="00726BF0" w:rsidRDefault="00A4539A" w:rsidP="0096193D">
            <w:pPr>
              <w:tabs>
                <w:tab w:val="left" w:pos="990"/>
              </w:tabs>
              <w:rPr>
                <w:b/>
              </w:rPr>
            </w:pPr>
            <w:r w:rsidRPr="00726BF0">
              <w:rPr>
                <w:b/>
              </w:rPr>
              <w:t>Inhalants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13022</w:t>
            </w:r>
            <w:r w:rsidRPr="00E07B0D">
              <w:t>&amp;</w:t>
            </w:r>
          </w:p>
        </w:tc>
        <w:tc>
          <w:tcPr>
            <w:tcW w:w="144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13023</w:t>
            </w:r>
            <w:r w:rsidRPr="00E07B0D">
              <w:t>&amp;</w:t>
            </w:r>
          </w:p>
        </w:tc>
        <w:tc>
          <w:tcPr>
            <w:tcW w:w="1350" w:type="dxa"/>
            <w:shd w:val="clear" w:color="auto" w:fill="auto"/>
          </w:tcPr>
          <w:p w:rsidR="00A4539A" w:rsidRPr="00D23E44" w:rsidRDefault="002859FE" w:rsidP="00726BF0">
            <w:pPr>
              <w:tabs>
                <w:tab w:val="left" w:pos="990"/>
              </w:tabs>
              <w:jc w:val="center"/>
            </w:pPr>
            <w:r>
              <w:t>&amp;cltasm</w:t>
            </w:r>
            <w:r w:rsidR="00165B13">
              <w:t>13024</w:t>
            </w:r>
            <w:r w:rsidRPr="00E07B0D">
              <w:t>&amp;</w:t>
            </w:r>
          </w:p>
        </w:tc>
        <w:tc>
          <w:tcPr>
            <w:tcW w:w="1800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  <w:tc>
          <w:tcPr>
            <w:tcW w:w="1678" w:type="dxa"/>
            <w:shd w:val="clear" w:color="auto" w:fill="auto"/>
          </w:tcPr>
          <w:p w:rsidR="00A4539A" w:rsidRPr="00D23E44" w:rsidRDefault="00CD169C" w:rsidP="00726BF0">
            <w:pPr>
              <w:tabs>
                <w:tab w:val="left" w:pos="990"/>
              </w:tabs>
              <w:jc w:val="center"/>
            </w:pPr>
            <w:r>
              <w:t>N/A</w:t>
            </w:r>
          </w:p>
        </w:tc>
      </w:tr>
      <w:tr w:rsidR="00B01C3B" w:rsidTr="0096193D">
        <w:trPr>
          <w:cantSplit/>
          <w:trHeight w:val="21"/>
        </w:trPr>
        <w:tc>
          <w:tcPr>
            <w:tcW w:w="10916" w:type="dxa"/>
            <w:gridSpan w:val="6"/>
            <w:shd w:val="clear" w:color="auto" w:fill="auto"/>
          </w:tcPr>
          <w:p w:rsidR="00B01C3B" w:rsidRPr="00B01C3B" w:rsidRDefault="00B01C3B" w:rsidP="0096193D">
            <w:pPr>
              <w:tabs>
                <w:tab w:val="left" w:pos="990"/>
              </w:tabs>
              <w:rPr>
                <w:b/>
              </w:rPr>
            </w:pPr>
            <w:r w:rsidRPr="00B01C3B">
              <w:rPr>
                <w:b/>
              </w:rPr>
              <w:t xml:space="preserve">How many days in the past 30 would you have used more than one substance per day? </w:t>
            </w:r>
            <w:r w:rsidR="002859FE">
              <w:t>&amp;cltasm</w:t>
            </w:r>
            <w:r w:rsidR="00165B13">
              <w:t>13025</w:t>
            </w:r>
            <w:r w:rsidR="002859FE" w:rsidRPr="00E07B0D">
              <w:t>&amp;</w:t>
            </w:r>
          </w:p>
        </w:tc>
      </w:tr>
      <w:tr w:rsidR="00B01C3B" w:rsidTr="0096193D">
        <w:trPr>
          <w:cantSplit/>
          <w:trHeight w:val="21"/>
        </w:trPr>
        <w:tc>
          <w:tcPr>
            <w:tcW w:w="10916" w:type="dxa"/>
            <w:gridSpan w:val="6"/>
            <w:shd w:val="clear" w:color="auto" w:fill="auto"/>
          </w:tcPr>
          <w:p w:rsidR="00B01C3B" w:rsidRPr="00B01C3B" w:rsidRDefault="00B01C3B" w:rsidP="0096193D">
            <w:pPr>
              <w:tabs>
                <w:tab w:val="left" w:pos="990"/>
              </w:tabs>
              <w:rPr>
                <w:b/>
              </w:rPr>
            </w:pPr>
            <w:r w:rsidRPr="00B01C3B">
              <w:rPr>
                <w:b/>
              </w:rPr>
              <w:t xml:space="preserve">How many years in your lifetime would you have used more than one substance per day? </w:t>
            </w:r>
            <w:r w:rsidR="002859FE">
              <w:t>&amp;cltasm</w:t>
            </w:r>
            <w:r w:rsidR="00165B13">
              <w:t>13026</w:t>
            </w:r>
            <w:r w:rsidR="002859FE" w:rsidRPr="00E07B0D">
              <w:t>&amp;</w:t>
            </w:r>
          </w:p>
        </w:tc>
      </w:tr>
    </w:tbl>
    <w:p w:rsidR="00603403" w:rsidRDefault="00603403" w:rsidP="007A0A2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790"/>
      </w:tblGrid>
      <w:tr w:rsidR="00572748" w:rsidTr="0096193D">
        <w:trPr>
          <w:cantSplit/>
          <w:trHeight w:val="288"/>
        </w:trPr>
        <w:tc>
          <w:tcPr>
            <w:tcW w:w="10916" w:type="dxa"/>
            <w:shd w:val="clear" w:color="auto" w:fill="D9D9D9"/>
          </w:tcPr>
          <w:p w:rsidR="00572748" w:rsidRPr="009B0E54" w:rsidRDefault="00572748" w:rsidP="009619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Signatures</w:t>
            </w:r>
          </w:p>
        </w:tc>
      </w:tr>
      <w:tr w:rsidR="00572748" w:rsidTr="0096193D">
        <w:trPr>
          <w:cantSplit/>
          <w:trHeight w:val="47"/>
        </w:trPr>
        <w:tc>
          <w:tcPr>
            <w:tcW w:w="10916" w:type="dxa"/>
            <w:shd w:val="clear" w:color="auto" w:fill="auto"/>
          </w:tcPr>
          <w:p w:rsidR="00572748" w:rsidRPr="006137BA" w:rsidRDefault="00572748" w:rsidP="0096193D">
            <w:pPr>
              <w:pStyle w:val="NoSpacing"/>
              <w:rPr>
                <w:rFonts w:eastAsia="Calibri"/>
                <w:b/>
                <w:sz w:val="16"/>
                <w:szCs w:val="16"/>
              </w:rPr>
            </w:pPr>
            <w:r w:rsidRPr="006137BA">
              <w:rPr>
                <w:rFonts w:eastAsia="Calibri"/>
                <w:b/>
                <w:sz w:val="16"/>
                <w:szCs w:val="16"/>
              </w:rPr>
              <w:t>Staff Signature/Credentials/Date</w:t>
            </w:r>
          </w:p>
          <w:p w:rsidR="00572748" w:rsidRPr="00D23E44" w:rsidRDefault="00572748" w:rsidP="0096193D">
            <w:pPr>
              <w:tabs>
                <w:tab w:val="left" w:pos="990"/>
              </w:tabs>
            </w:pPr>
            <w:r>
              <w:rPr>
                <w:rFonts w:eastAsia="Calibri"/>
              </w:rPr>
              <w:t>&amp;STFCONSENTX</w:t>
            </w:r>
            <w:r w:rsidRPr="006137BA">
              <w:rPr>
                <w:rFonts w:eastAsia="Calibri"/>
              </w:rPr>
              <w:t>&amp;</w:t>
            </w:r>
          </w:p>
        </w:tc>
      </w:tr>
    </w:tbl>
    <w:p w:rsidR="00572748" w:rsidRDefault="00572748" w:rsidP="007A0A25"/>
    <w:sectPr w:rsidR="00572748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A98" w:rsidRDefault="00C71A98">
      <w:r>
        <w:separator/>
      </w:r>
    </w:p>
  </w:endnote>
  <w:endnote w:type="continuationSeparator" w:id="0">
    <w:p w:rsidR="00C71A98" w:rsidRDefault="00C7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182AFA" w:rsidRPr="00777456" w:rsidTr="00777456">
      <w:trPr>
        <w:jc w:val="center"/>
      </w:trPr>
      <w:tc>
        <w:tcPr>
          <w:tcW w:w="3858" w:type="dxa"/>
          <w:vAlign w:val="center"/>
        </w:tcPr>
        <w:p w:rsidR="00182AFA" w:rsidRPr="00777456" w:rsidRDefault="00A30025" w:rsidP="00A30025">
          <w:pPr>
            <w:pStyle w:val="Footer"/>
          </w:pPr>
          <w:r>
            <w:rPr>
              <w:rFonts w:cs="Arial"/>
            </w:rPr>
            <w:t>ASILite 2</w:t>
          </w:r>
          <w:r w:rsidR="00182AFA">
            <w:rPr>
              <w:rFonts w:cs="Arial"/>
            </w:rPr>
            <w:t>/201</w:t>
          </w:r>
          <w:r w:rsidR="00C14793">
            <w:rPr>
              <w:rFonts w:cs="Arial"/>
            </w:rPr>
            <w:t>8</w:t>
          </w:r>
        </w:p>
      </w:tc>
      <w:tc>
        <w:tcPr>
          <w:tcW w:w="3859" w:type="dxa"/>
          <w:vAlign w:val="center"/>
        </w:tcPr>
        <w:p w:rsidR="00182AFA" w:rsidRPr="00777456" w:rsidRDefault="00182AFA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182AFA" w:rsidRPr="00777456" w:rsidRDefault="00182AFA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2F0F8D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2F0F8D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182AFA" w:rsidRPr="00A14250" w:rsidRDefault="00182AFA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A98" w:rsidRDefault="00C71A98">
      <w:r>
        <w:separator/>
      </w:r>
    </w:p>
  </w:footnote>
  <w:footnote w:type="continuationSeparator" w:id="0">
    <w:p w:rsidR="00C71A98" w:rsidRDefault="00C71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220"/>
      <w:gridCol w:w="5580"/>
    </w:tblGrid>
    <w:tr w:rsidR="00182AFA" w:rsidRPr="00777456" w:rsidTr="00E54BF3">
      <w:trPr>
        <w:trHeight w:val="432"/>
        <w:jc w:val="center"/>
      </w:trPr>
      <w:tc>
        <w:tcPr>
          <w:tcW w:w="5220" w:type="dxa"/>
          <w:vAlign w:val="center"/>
        </w:tcPr>
        <w:p w:rsidR="00182AFA" w:rsidRPr="00777456" w:rsidRDefault="00182AFA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580" w:type="dxa"/>
          <w:vAlign w:val="center"/>
        </w:tcPr>
        <w:p w:rsidR="00182AFA" w:rsidRPr="00777456" w:rsidRDefault="00A30025" w:rsidP="00DD5A70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ASI-Lite</w:t>
          </w:r>
        </w:p>
      </w:tc>
    </w:tr>
    <w:tr w:rsidR="00182AFA" w:rsidRPr="00777456" w:rsidTr="00E54BF3">
      <w:trPr>
        <w:trHeight w:val="144"/>
        <w:jc w:val="center"/>
      </w:trPr>
      <w:tc>
        <w:tcPr>
          <w:tcW w:w="5220" w:type="dxa"/>
          <w:vAlign w:val="center"/>
        </w:tcPr>
        <w:p w:rsidR="00182AFA" w:rsidRPr="00777456" w:rsidRDefault="00FD5E87" w:rsidP="00BE2628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="00182AFA" w:rsidRPr="00777456">
            <w:t>Name:  &amp;cltfst&amp; &amp;cltlst&amp;</w:t>
          </w:r>
        </w:p>
      </w:tc>
      <w:tc>
        <w:tcPr>
          <w:tcW w:w="5580" w:type="dxa"/>
          <w:vAlign w:val="center"/>
        </w:tcPr>
        <w:p w:rsidR="00182AFA" w:rsidRPr="00777456" w:rsidRDefault="00182AFA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:rsidR="00182AFA" w:rsidRPr="00BE2628" w:rsidRDefault="00182AFA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A98"/>
    <w:rsid w:val="00002E1A"/>
    <w:rsid w:val="00004748"/>
    <w:rsid w:val="00005353"/>
    <w:rsid w:val="0001195E"/>
    <w:rsid w:val="00032721"/>
    <w:rsid w:val="00033105"/>
    <w:rsid w:val="00033C3D"/>
    <w:rsid w:val="000351BD"/>
    <w:rsid w:val="00035DE8"/>
    <w:rsid w:val="00040A25"/>
    <w:rsid w:val="00041D73"/>
    <w:rsid w:val="00045900"/>
    <w:rsid w:val="00061AC5"/>
    <w:rsid w:val="00062A6B"/>
    <w:rsid w:val="0007425C"/>
    <w:rsid w:val="000743C6"/>
    <w:rsid w:val="000849E6"/>
    <w:rsid w:val="0008708E"/>
    <w:rsid w:val="00090232"/>
    <w:rsid w:val="000A2E96"/>
    <w:rsid w:val="000A4BB3"/>
    <w:rsid w:val="000B3664"/>
    <w:rsid w:val="000B5630"/>
    <w:rsid w:val="000C1FF0"/>
    <w:rsid w:val="000D4582"/>
    <w:rsid w:val="0012296B"/>
    <w:rsid w:val="00125A4E"/>
    <w:rsid w:val="00127654"/>
    <w:rsid w:val="001377AF"/>
    <w:rsid w:val="001429D0"/>
    <w:rsid w:val="001460E6"/>
    <w:rsid w:val="00153C48"/>
    <w:rsid w:val="001540E9"/>
    <w:rsid w:val="00155A92"/>
    <w:rsid w:val="00162F80"/>
    <w:rsid w:val="00165B13"/>
    <w:rsid w:val="00171760"/>
    <w:rsid w:val="00182AFA"/>
    <w:rsid w:val="00184A2E"/>
    <w:rsid w:val="00190BE7"/>
    <w:rsid w:val="001C67EF"/>
    <w:rsid w:val="001D6B1F"/>
    <w:rsid w:val="001E31BA"/>
    <w:rsid w:val="001E50C5"/>
    <w:rsid w:val="001E74F5"/>
    <w:rsid w:val="001F7434"/>
    <w:rsid w:val="00206496"/>
    <w:rsid w:val="0021589F"/>
    <w:rsid w:val="00225FC6"/>
    <w:rsid w:val="0022697C"/>
    <w:rsid w:val="00227692"/>
    <w:rsid w:val="00233071"/>
    <w:rsid w:val="00235EB1"/>
    <w:rsid w:val="002363A2"/>
    <w:rsid w:val="0024284C"/>
    <w:rsid w:val="002470B4"/>
    <w:rsid w:val="00247710"/>
    <w:rsid w:val="0025066F"/>
    <w:rsid w:val="00256239"/>
    <w:rsid w:val="00260889"/>
    <w:rsid w:val="002610A2"/>
    <w:rsid w:val="002649DA"/>
    <w:rsid w:val="00271BE9"/>
    <w:rsid w:val="00276C3B"/>
    <w:rsid w:val="002859FE"/>
    <w:rsid w:val="0029216C"/>
    <w:rsid w:val="00296147"/>
    <w:rsid w:val="002A32E8"/>
    <w:rsid w:val="002A3AAB"/>
    <w:rsid w:val="002A7D8D"/>
    <w:rsid w:val="002B7086"/>
    <w:rsid w:val="002C11B5"/>
    <w:rsid w:val="002C2637"/>
    <w:rsid w:val="002D058B"/>
    <w:rsid w:val="002D0F43"/>
    <w:rsid w:val="002E25EE"/>
    <w:rsid w:val="002E6C85"/>
    <w:rsid w:val="002F0F8D"/>
    <w:rsid w:val="002F492D"/>
    <w:rsid w:val="002F5295"/>
    <w:rsid w:val="003017EB"/>
    <w:rsid w:val="003112EB"/>
    <w:rsid w:val="00312623"/>
    <w:rsid w:val="00315261"/>
    <w:rsid w:val="003168CE"/>
    <w:rsid w:val="0033404F"/>
    <w:rsid w:val="003346CA"/>
    <w:rsid w:val="00334CFC"/>
    <w:rsid w:val="00337AA0"/>
    <w:rsid w:val="0034502A"/>
    <w:rsid w:val="003505CF"/>
    <w:rsid w:val="003572C7"/>
    <w:rsid w:val="00365D17"/>
    <w:rsid w:val="003714AA"/>
    <w:rsid w:val="00372F5C"/>
    <w:rsid w:val="003735C9"/>
    <w:rsid w:val="00374836"/>
    <w:rsid w:val="00375944"/>
    <w:rsid w:val="00380841"/>
    <w:rsid w:val="00381055"/>
    <w:rsid w:val="003847B6"/>
    <w:rsid w:val="003A74E5"/>
    <w:rsid w:val="003B5822"/>
    <w:rsid w:val="003B59BF"/>
    <w:rsid w:val="003B6ACB"/>
    <w:rsid w:val="003C4880"/>
    <w:rsid w:val="003D3451"/>
    <w:rsid w:val="003D439C"/>
    <w:rsid w:val="003E2ACF"/>
    <w:rsid w:val="003E7D79"/>
    <w:rsid w:val="003F14C3"/>
    <w:rsid w:val="00404C83"/>
    <w:rsid w:val="004063DD"/>
    <w:rsid w:val="00413E90"/>
    <w:rsid w:val="00414260"/>
    <w:rsid w:val="004165E6"/>
    <w:rsid w:val="00417393"/>
    <w:rsid w:val="00431100"/>
    <w:rsid w:val="00433A4F"/>
    <w:rsid w:val="00433B00"/>
    <w:rsid w:val="00447681"/>
    <w:rsid w:val="004568B9"/>
    <w:rsid w:val="00464478"/>
    <w:rsid w:val="0046629A"/>
    <w:rsid w:val="00476F1E"/>
    <w:rsid w:val="00477A75"/>
    <w:rsid w:val="004864B2"/>
    <w:rsid w:val="004921FC"/>
    <w:rsid w:val="004A0103"/>
    <w:rsid w:val="004A5A72"/>
    <w:rsid w:val="004A7E69"/>
    <w:rsid w:val="004C300A"/>
    <w:rsid w:val="004C37B2"/>
    <w:rsid w:val="004C66B5"/>
    <w:rsid w:val="004D713C"/>
    <w:rsid w:val="004E3869"/>
    <w:rsid w:val="004F29AE"/>
    <w:rsid w:val="00510572"/>
    <w:rsid w:val="00510A1E"/>
    <w:rsid w:val="005116B7"/>
    <w:rsid w:val="005145E1"/>
    <w:rsid w:val="00522BAC"/>
    <w:rsid w:val="0052570C"/>
    <w:rsid w:val="005308EE"/>
    <w:rsid w:val="005329BD"/>
    <w:rsid w:val="00536D25"/>
    <w:rsid w:val="00543361"/>
    <w:rsid w:val="00544323"/>
    <w:rsid w:val="005507D2"/>
    <w:rsid w:val="00552FD6"/>
    <w:rsid w:val="00565986"/>
    <w:rsid w:val="00566382"/>
    <w:rsid w:val="00572748"/>
    <w:rsid w:val="005829DE"/>
    <w:rsid w:val="00583550"/>
    <w:rsid w:val="00592C31"/>
    <w:rsid w:val="005A0177"/>
    <w:rsid w:val="005A1455"/>
    <w:rsid w:val="005A4B22"/>
    <w:rsid w:val="005A5BCD"/>
    <w:rsid w:val="005B2450"/>
    <w:rsid w:val="005C177D"/>
    <w:rsid w:val="005C2A9C"/>
    <w:rsid w:val="005D2CEB"/>
    <w:rsid w:val="005D4DD9"/>
    <w:rsid w:val="005D778D"/>
    <w:rsid w:val="005E2257"/>
    <w:rsid w:val="005F0CA3"/>
    <w:rsid w:val="005F3570"/>
    <w:rsid w:val="006005DB"/>
    <w:rsid w:val="00603403"/>
    <w:rsid w:val="006137BA"/>
    <w:rsid w:val="00615182"/>
    <w:rsid w:val="00622C33"/>
    <w:rsid w:val="00625F83"/>
    <w:rsid w:val="00631E41"/>
    <w:rsid w:val="006324B5"/>
    <w:rsid w:val="00640BAA"/>
    <w:rsid w:val="00653CCA"/>
    <w:rsid w:val="0065552F"/>
    <w:rsid w:val="0066237F"/>
    <w:rsid w:val="006634B6"/>
    <w:rsid w:val="0067780B"/>
    <w:rsid w:val="00681615"/>
    <w:rsid w:val="00682B23"/>
    <w:rsid w:val="00682F5E"/>
    <w:rsid w:val="00684084"/>
    <w:rsid w:val="006900C7"/>
    <w:rsid w:val="00691D46"/>
    <w:rsid w:val="0069597C"/>
    <w:rsid w:val="00696FE1"/>
    <w:rsid w:val="006A7758"/>
    <w:rsid w:val="006A78B8"/>
    <w:rsid w:val="006C7B9C"/>
    <w:rsid w:val="006D10C3"/>
    <w:rsid w:val="006D5C9A"/>
    <w:rsid w:val="006E7E1F"/>
    <w:rsid w:val="006F17A0"/>
    <w:rsid w:val="006F21DC"/>
    <w:rsid w:val="006F3A60"/>
    <w:rsid w:val="007005F6"/>
    <w:rsid w:val="007019E0"/>
    <w:rsid w:val="00707261"/>
    <w:rsid w:val="00707479"/>
    <w:rsid w:val="00711A20"/>
    <w:rsid w:val="00722206"/>
    <w:rsid w:val="00722F76"/>
    <w:rsid w:val="00726BF0"/>
    <w:rsid w:val="007315F2"/>
    <w:rsid w:val="0073289D"/>
    <w:rsid w:val="0074204D"/>
    <w:rsid w:val="0074262A"/>
    <w:rsid w:val="00761C79"/>
    <w:rsid w:val="00774272"/>
    <w:rsid w:val="00774510"/>
    <w:rsid w:val="00777456"/>
    <w:rsid w:val="007A0A25"/>
    <w:rsid w:val="007A1B10"/>
    <w:rsid w:val="007A2B89"/>
    <w:rsid w:val="007A378E"/>
    <w:rsid w:val="007B115A"/>
    <w:rsid w:val="007B2D35"/>
    <w:rsid w:val="007C31C1"/>
    <w:rsid w:val="007C3565"/>
    <w:rsid w:val="007C3F86"/>
    <w:rsid w:val="007C51E0"/>
    <w:rsid w:val="007D74EC"/>
    <w:rsid w:val="007E03D2"/>
    <w:rsid w:val="007E2C58"/>
    <w:rsid w:val="007E550A"/>
    <w:rsid w:val="00801A3C"/>
    <w:rsid w:val="00805969"/>
    <w:rsid w:val="00806386"/>
    <w:rsid w:val="008073C9"/>
    <w:rsid w:val="008115DF"/>
    <w:rsid w:val="0082523C"/>
    <w:rsid w:val="00827D2B"/>
    <w:rsid w:val="00836FCA"/>
    <w:rsid w:val="00850B5C"/>
    <w:rsid w:val="008570AE"/>
    <w:rsid w:val="00861E39"/>
    <w:rsid w:val="00864AD1"/>
    <w:rsid w:val="00870A4C"/>
    <w:rsid w:val="00871CDC"/>
    <w:rsid w:val="008733C7"/>
    <w:rsid w:val="00882D2C"/>
    <w:rsid w:val="00883700"/>
    <w:rsid w:val="008A18E7"/>
    <w:rsid w:val="008B1790"/>
    <w:rsid w:val="008B44C1"/>
    <w:rsid w:val="008B6117"/>
    <w:rsid w:val="008B624D"/>
    <w:rsid w:val="008B6988"/>
    <w:rsid w:val="008B6BC8"/>
    <w:rsid w:val="008D34DA"/>
    <w:rsid w:val="008E6E5C"/>
    <w:rsid w:val="00921CE8"/>
    <w:rsid w:val="00924E85"/>
    <w:rsid w:val="00926C2D"/>
    <w:rsid w:val="00944E20"/>
    <w:rsid w:val="00952E0B"/>
    <w:rsid w:val="00954C8F"/>
    <w:rsid w:val="0096193D"/>
    <w:rsid w:val="00963948"/>
    <w:rsid w:val="00975F24"/>
    <w:rsid w:val="00977B06"/>
    <w:rsid w:val="00985EAA"/>
    <w:rsid w:val="00986756"/>
    <w:rsid w:val="00986B75"/>
    <w:rsid w:val="00991A78"/>
    <w:rsid w:val="00991B89"/>
    <w:rsid w:val="00995A61"/>
    <w:rsid w:val="009A5D79"/>
    <w:rsid w:val="009B0E54"/>
    <w:rsid w:val="009B5FEF"/>
    <w:rsid w:val="009C4F60"/>
    <w:rsid w:val="009D435C"/>
    <w:rsid w:val="009E124A"/>
    <w:rsid w:val="009F1341"/>
    <w:rsid w:val="009F50D6"/>
    <w:rsid w:val="00A07104"/>
    <w:rsid w:val="00A12787"/>
    <w:rsid w:val="00A14250"/>
    <w:rsid w:val="00A24CF8"/>
    <w:rsid w:val="00A25EB2"/>
    <w:rsid w:val="00A30025"/>
    <w:rsid w:val="00A340AE"/>
    <w:rsid w:val="00A4184A"/>
    <w:rsid w:val="00A4539A"/>
    <w:rsid w:val="00A5142B"/>
    <w:rsid w:val="00A605FC"/>
    <w:rsid w:val="00A61524"/>
    <w:rsid w:val="00A73FC9"/>
    <w:rsid w:val="00A75F50"/>
    <w:rsid w:val="00A77B7D"/>
    <w:rsid w:val="00A93E25"/>
    <w:rsid w:val="00A97F86"/>
    <w:rsid w:val="00AA27B2"/>
    <w:rsid w:val="00AA6F2D"/>
    <w:rsid w:val="00AC4ABA"/>
    <w:rsid w:val="00AC6253"/>
    <w:rsid w:val="00AC6DAC"/>
    <w:rsid w:val="00AE67ED"/>
    <w:rsid w:val="00AE798E"/>
    <w:rsid w:val="00AE7C85"/>
    <w:rsid w:val="00AF3299"/>
    <w:rsid w:val="00AF4A41"/>
    <w:rsid w:val="00B01C3B"/>
    <w:rsid w:val="00B052E0"/>
    <w:rsid w:val="00B116E5"/>
    <w:rsid w:val="00B14570"/>
    <w:rsid w:val="00B20947"/>
    <w:rsid w:val="00B20D2F"/>
    <w:rsid w:val="00B20F33"/>
    <w:rsid w:val="00B24B4A"/>
    <w:rsid w:val="00B27192"/>
    <w:rsid w:val="00B318A9"/>
    <w:rsid w:val="00B32004"/>
    <w:rsid w:val="00B415C5"/>
    <w:rsid w:val="00B47512"/>
    <w:rsid w:val="00B51797"/>
    <w:rsid w:val="00B60647"/>
    <w:rsid w:val="00B678B7"/>
    <w:rsid w:val="00B761B3"/>
    <w:rsid w:val="00B7735E"/>
    <w:rsid w:val="00B83308"/>
    <w:rsid w:val="00B83D24"/>
    <w:rsid w:val="00B900DD"/>
    <w:rsid w:val="00B95042"/>
    <w:rsid w:val="00B954DF"/>
    <w:rsid w:val="00BA5A61"/>
    <w:rsid w:val="00BC10BD"/>
    <w:rsid w:val="00BC110B"/>
    <w:rsid w:val="00BD403F"/>
    <w:rsid w:val="00BE2628"/>
    <w:rsid w:val="00BE61E1"/>
    <w:rsid w:val="00BF14AF"/>
    <w:rsid w:val="00C03179"/>
    <w:rsid w:val="00C11F38"/>
    <w:rsid w:val="00C14793"/>
    <w:rsid w:val="00C20494"/>
    <w:rsid w:val="00C425CA"/>
    <w:rsid w:val="00C428F1"/>
    <w:rsid w:val="00C43DAB"/>
    <w:rsid w:val="00C45FB6"/>
    <w:rsid w:val="00C5407C"/>
    <w:rsid w:val="00C575D0"/>
    <w:rsid w:val="00C61236"/>
    <w:rsid w:val="00C6307E"/>
    <w:rsid w:val="00C64C7D"/>
    <w:rsid w:val="00C66520"/>
    <w:rsid w:val="00C71A98"/>
    <w:rsid w:val="00C75EE2"/>
    <w:rsid w:val="00C81B9D"/>
    <w:rsid w:val="00C82D14"/>
    <w:rsid w:val="00C96C32"/>
    <w:rsid w:val="00C975AD"/>
    <w:rsid w:val="00CB439F"/>
    <w:rsid w:val="00CB4E60"/>
    <w:rsid w:val="00CB604F"/>
    <w:rsid w:val="00CC51E1"/>
    <w:rsid w:val="00CD04F8"/>
    <w:rsid w:val="00CD0787"/>
    <w:rsid w:val="00CD169C"/>
    <w:rsid w:val="00CD2034"/>
    <w:rsid w:val="00CD4DB1"/>
    <w:rsid w:val="00CD4EBD"/>
    <w:rsid w:val="00CD538F"/>
    <w:rsid w:val="00CE3E38"/>
    <w:rsid w:val="00D00154"/>
    <w:rsid w:val="00D03551"/>
    <w:rsid w:val="00D061AD"/>
    <w:rsid w:val="00D070D4"/>
    <w:rsid w:val="00D14CAC"/>
    <w:rsid w:val="00D221A1"/>
    <w:rsid w:val="00D23E44"/>
    <w:rsid w:val="00D266F3"/>
    <w:rsid w:val="00D30C6A"/>
    <w:rsid w:val="00D319EA"/>
    <w:rsid w:val="00D37DFC"/>
    <w:rsid w:val="00D42868"/>
    <w:rsid w:val="00D45396"/>
    <w:rsid w:val="00D472A5"/>
    <w:rsid w:val="00D56DC8"/>
    <w:rsid w:val="00D60553"/>
    <w:rsid w:val="00D614B3"/>
    <w:rsid w:val="00D670F7"/>
    <w:rsid w:val="00D7176B"/>
    <w:rsid w:val="00D81244"/>
    <w:rsid w:val="00D81605"/>
    <w:rsid w:val="00D83129"/>
    <w:rsid w:val="00D95CF8"/>
    <w:rsid w:val="00D97B4B"/>
    <w:rsid w:val="00D97D8B"/>
    <w:rsid w:val="00DA18CE"/>
    <w:rsid w:val="00DA1A67"/>
    <w:rsid w:val="00DB09D0"/>
    <w:rsid w:val="00DB7BE1"/>
    <w:rsid w:val="00DC5E83"/>
    <w:rsid w:val="00DC6EBB"/>
    <w:rsid w:val="00DD1DD3"/>
    <w:rsid w:val="00DD2EF5"/>
    <w:rsid w:val="00DD5A70"/>
    <w:rsid w:val="00DD7E0D"/>
    <w:rsid w:val="00DF429F"/>
    <w:rsid w:val="00E00BF0"/>
    <w:rsid w:val="00E056C5"/>
    <w:rsid w:val="00E05D18"/>
    <w:rsid w:val="00E06C4F"/>
    <w:rsid w:val="00E07058"/>
    <w:rsid w:val="00E12866"/>
    <w:rsid w:val="00E1716F"/>
    <w:rsid w:val="00E24091"/>
    <w:rsid w:val="00E2707A"/>
    <w:rsid w:val="00E276B5"/>
    <w:rsid w:val="00E37185"/>
    <w:rsid w:val="00E50CA7"/>
    <w:rsid w:val="00E54BF3"/>
    <w:rsid w:val="00E55876"/>
    <w:rsid w:val="00E70A20"/>
    <w:rsid w:val="00E72046"/>
    <w:rsid w:val="00E73AA8"/>
    <w:rsid w:val="00E85273"/>
    <w:rsid w:val="00E8557E"/>
    <w:rsid w:val="00E86EBC"/>
    <w:rsid w:val="00E90A3A"/>
    <w:rsid w:val="00E91AC7"/>
    <w:rsid w:val="00E951FC"/>
    <w:rsid w:val="00EA10EA"/>
    <w:rsid w:val="00EA52A8"/>
    <w:rsid w:val="00EB15C5"/>
    <w:rsid w:val="00EB4FFA"/>
    <w:rsid w:val="00EC356C"/>
    <w:rsid w:val="00ED39D9"/>
    <w:rsid w:val="00ED4781"/>
    <w:rsid w:val="00ED7416"/>
    <w:rsid w:val="00EF11A5"/>
    <w:rsid w:val="00F026BF"/>
    <w:rsid w:val="00F13E2A"/>
    <w:rsid w:val="00F179A9"/>
    <w:rsid w:val="00F21779"/>
    <w:rsid w:val="00F2381A"/>
    <w:rsid w:val="00F257FD"/>
    <w:rsid w:val="00F32917"/>
    <w:rsid w:val="00F330BB"/>
    <w:rsid w:val="00F452CB"/>
    <w:rsid w:val="00F462E8"/>
    <w:rsid w:val="00F51072"/>
    <w:rsid w:val="00F55503"/>
    <w:rsid w:val="00F63F8C"/>
    <w:rsid w:val="00F661B7"/>
    <w:rsid w:val="00F67C2D"/>
    <w:rsid w:val="00F71602"/>
    <w:rsid w:val="00F73F83"/>
    <w:rsid w:val="00F838C8"/>
    <w:rsid w:val="00F84402"/>
    <w:rsid w:val="00F8450B"/>
    <w:rsid w:val="00F857B8"/>
    <w:rsid w:val="00F90942"/>
    <w:rsid w:val="00F921A8"/>
    <w:rsid w:val="00F968F2"/>
    <w:rsid w:val="00FA167F"/>
    <w:rsid w:val="00FA6790"/>
    <w:rsid w:val="00FA6ED7"/>
    <w:rsid w:val="00FB1218"/>
    <w:rsid w:val="00FB3391"/>
    <w:rsid w:val="00FC425B"/>
    <w:rsid w:val="00FD0677"/>
    <w:rsid w:val="00FD198C"/>
    <w:rsid w:val="00FD5E87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3A1EC598-0303-495F-9E56-A3277C8F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NQ7CPSK3\ASILite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D2F67A4-7733-4DEE-8658-99D34682C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EB56B9-234D-4871-B383-5A0B69CD8F51}"/>
</file>

<file path=customXml/itemProps3.xml><?xml version="1.0" encoding="utf-8"?>
<ds:datastoreItem xmlns:ds="http://schemas.openxmlformats.org/officeDocument/2006/customXml" ds:itemID="{6D224BDF-458A-4596-B41E-177B4F5419A5}"/>
</file>

<file path=customXml/itemProps4.xml><?xml version="1.0" encoding="utf-8"?>
<ds:datastoreItem xmlns:ds="http://schemas.openxmlformats.org/officeDocument/2006/customXml" ds:itemID="{C8A25DD5-290B-4295-AE47-596817537775}"/>
</file>

<file path=docProps/app.xml><?xml version="1.0" encoding="utf-8"?>
<Properties xmlns="http://schemas.openxmlformats.org/officeDocument/2006/extended-properties" xmlns:vt="http://schemas.openxmlformats.org/officeDocument/2006/docPropsVTypes">
  <Template>ASILite[1]</Template>
  <TotalTime>1</TotalTime>
  <Pages>1</Pages>
  <Words>150</Words>
  <Characters>1078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2018-01-23T18:52:00Z</cp:lastPrinted>
  <dcterms:created xsi:type="dcterms:W3CDTF">2020-07-20T17:08:00Z</dcterms:created>
  <dcterms:modified xsi:type="dcterms:W3CDTF">2020-07-20T17:08:00Z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202800</vt:r8>
  </property>
</Properties>
</file>